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A8008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STUDENT PLACEMENT EVALUATION FORM</w:t>
      </w:r>
      <w:r w:rsidR="00002D49">
        <w:rPr>
          <w:sz w:val="36"/>
          <w:szCs w:val="36"/>
        </w:rPr>
        <w:t xml:space="preserve"> </w:t>
      </w:r>
      <w:bookmarkStart w:id="0" w:name="_GoBack"/>
      <w:bookmarkEnd w:id="0"/>
    </w:p>
    <w:p w:rsidR="009F6E79" w:rsidRDefault="009F6E79" w:rsidP="003B3BC8">
      <w:pPr>
        <w:rPr>
          <w:b/>
        </w:rPr>
      </w:pPr>
    </w:p>
    <w:p w:rsidR="00730AA7" w:rsidRDefault="009F6E79" w:rsidP="009F6E79">
      <w:r w:rsidRPr="009F6E79">
        <w:rPr>
          <w:b/>
        </w:rPr>
        <w:t>[Insert organisation name]</w:t>
      </w:r>
      <w:r>
        <w:t xml:space="preserve"> </w:t>
      </w:r>
      <w:r w:rsidR="00435EAA">
        <w:t>seeks to improve the</w:t>
      </w:r>
      <w:r w:rsidRPr="009F6E79">
        <w:t xml:space="preserve"> student placement program and therefore ask you to complete this evaluation form. Your feedback will assist in the planning and preparation of future student placements.</w:t>
      </w:r>
    </w:p>
    <w:p w:rsidR="009F6E79" w:rsidRPr="00730AA7" w:rsidRDefault="009F6E79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Student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Academic/training institution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Academic training course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placement</w:t>
            </w:r>
          </w:p>
        </w:tc>
        <w:tc>
          <w:tcPr>
            <w:tcW w:w="5849" w:type="dxa"/>
          </w:tcPr>
          <w:p w:rsidR="00495C4D" w:rsidRDefault="00495C4D" w:rsidP="00495C4D"/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543"/>
        <w:gridCol w:w="1134"/>
        <w:gridCol w:w="851"/>
        <w:gridCol w:w="850"/>
        <w:gridCol w:w="851"/>
      </w:tblGrid>
      <w:tr w:rsidR="00B81C4C" w:rsidTr="005A69CC">
        <w:tc>
          <w:tcPr>
            <w:tcW w:w="5103" w:type="dxa"/>
            <w:gridSpan w:val="2"/>
            <w:vMerge w:val="restart"/>
            <w:shd w:val="clear" w:color="auto" w:fill="D9D9D9" w:themeFill="background1" w:themeFillShade="D9"/>
          </w:tcPr>
          <w:p w:rsidR="00B81C4C" w:rsidRDefault="007860DF" w:rsidP="004D564A">
            <w:pPr>
              <w:pStyle w:val="Heading3"/>
            </w:pPr>
            <w:r>
              <w:t xml:space="preserve">1. </w:t>
            </w:r>
            <w:r w:rsidR="00B81C4C" w:rsidRPr="00B81C4C">
              <w:t xml:space="preserve">Rate your student placement experience with the organisation in relation to the following: </w:t>
            </w:r>
          </w:p>
          <w:p w:rsidR="003362A3" w:rsidRPr="003362A3" w:rsidRDefault="003362A3" w:rsidP="003362A3"/>
        </w:tc>
        <w:tc>
          <w:tcPr>
            <w:tcW w:w="3686" w:type="dxa"/>
            <w:gridSpan w:val="4"/>
            <w:shd w:val="clear" w:color="auto" w:fill="D9D9D9" w:themeFill="background1" w:themeFillShade="D9"/>
          </w:tcPr>
          <w:p w:rsidR="00B81C4C" w:rsidRPr="00B81C4C" w:rsidRDefault="00B81C4C" w:rsidP="00B81C4C">
            <w:pPr>
              <w:jc w:val="center"/>
              <w:rPr>
                <w:b/>
                <w:i/>
              </w:rPr>
            </w:pPr>
            <w:r w:rsidRPr="00B81C4C">
              <w:rPr>
                <w:b/>
                <w:i/>
              </w:rPr>
              <w:t>Tick the appropriate box</w:t>
            </w:r>
          </w:p>
        </w:tc>
      </w:tr>
      <w:tr w:rsidR="00B81C4C" w:rsidTr="005A69CC">
        <w:tc>
          <w:tcPr>
            <w:tcW w:w="5103" w:type="dxa"/>
            <w:gridSpan w:val="2"/>
            <w:vMerge/>
            <w:shd w:val="clear" w:color="auto" w:fill="D9D9D9" w:themeFill="background1" w:themeFillShade="D9"/>
          </w:tcPr>
          <w:p w:rsidR="00B81C4C" w:rsidRDefault="00B81C4C" w:rsidP="00B81C4C"/>
        </w:tc>
        <w:tc>
          <w:tcPr>
            <w:tcW w:w="1134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Excellent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Fair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Poor</w:t>
            </w:r>
          </w:p>
        </w:tc>
      </w:tr>
      <w:tr w:rsidR="00FC7E0A" w:rsidTr="005A69CC">
        <w:tc>
          <w:tcPr>
            <w:tcW w:w="5103" w:type="dxa"/>
            <w:gridSpan w:val="2"/>
            <w:shd w:val="clear" w:color="auto" w:fill="FFFFFF" w:themeFill="background1"/>
          </w:tcPr>
          <w:p w:rsidR="00FC7E0A" w:rsidRPr="001D6235" w:rsidRDefault="00FC7E0A" w:rsidP="00FC7E0A">
            <w:r w:rsidRPr="001D6235">
              <w:t>Overall experience</w:t>
            </w:r>
          </w:p>
        </w:tc>
        <w:tc>
          <w:tcPr>
            <w:tcW w:w="1134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FC7E0A">
            <w:pPr>
              <w:rPr>
                <w:b/>
              </w:rPr>
            </w:pPr>
            <w:r w:rsidRPr="00C15834">
              <w:rPr>
                <w:b/>
              </w:rPr>
              <w:t>Pre-placement information: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Expectations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Preparation materials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Individual contact by telephone, email or in person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Orientation and induction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Completion of formal induction </w:t>
            </w:r>
            <w:r>
              <w:t>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>
              <w:t>Standard of formal induction 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of value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easily understood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Activities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to your level of skill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Provided hands on experience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Variety of tasks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time allocation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Supervision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Allocation of a supervisor timely </w:t>
            </w:r>
            <w:r>
              <w:t>and</w:t>
            </w:r>
            <w:r w:rsidRPr="009D1A57">
              <w:t xml:space="preserve"> appropriate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Access to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>
              <w:t>Supervisor a</w:t>
            </w:r>
            <w:r w:rsidRPr="009D1A57">
              <w:t xml:space="preserve">pproachable </w:t>
            </w:r>
            <w:r>
              <w:t>and</w:t>
            </w:r>
            <w:r w:rsidRPr="009D1A57">
              <w:t xml:space="preserve"> supportive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Standard of supervision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Support from staff other than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Performance evaluation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Professional </w:t>
            </w:r>
            <w:r>
              <w:t>and</w:t>
            </w:r>
            <w:r w:rsidRPr="009D1A57">
              <w:t xml:space="preserve"> appropriate feedback provided by supervisor 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Feedback provided at appropriate time </w:t>
            </w:r>
            <w:r>
              <w:t>and</w:t>
            </w:r>
            <w:r w:rsidRPr="009D1A57">
              <w:t xml:space="preserve"> place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Opportunity to discuss feedback</w:t>
            </w:r>
            <w:r>
              <w:t xml:space="preserve"> provided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3315E0" w:rsidRPr="00F9329A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3315E0" w:rsidRPr="00281570" w:rsidRDefault="003315E0" w:rsidP="003315E0">
            <w:pPr>
              <w:pStyle w:val="Heading3"/>
            </w:pPr>
            <w:r>
              <w:lastRenderedPageBreak/>
              <w:t xml:space="preserve">2. Leaning experiences </w:t>
            </w:r>
          </w:p>
          <w:p w:rsidR="003315E0" w:rsidRPr="00C12CD1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Pr="00C12CD1" w:rsidRDefault="003315E0" w:rsidP="003315E0">
            <w:pPr>
              <w:jc w:val="left"/>
              <w:rPr>
                <w:b/>
              </w:rPr>
            </w:pPr>
            <w:r w:rsidRPr="00C12CD1">
              <w:rPr>
                <w:b/>
              </w:rPr>
              <w:t>2.1</w:t>
            </w:r>
            <w:r>
              <w:rPr>
                <w:b/>
              </w:rPr>
              <w:t xml:space="preserve"> </w:t>
            </w:r>
            <w:r w:rsidRPr="00C12CD1">
              <w:rPr>
                <w:b/>
              </w:rPr>
              <w:t>My goals and objectives were/were not met? Provide details.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2.2 </w:t>
            </w:r>
            <w:r w:rsidRPr="00C12CD1">
              <w:rPr>
                <w:b/>
              </w:rPr>
              <w:t>What were the two most useful elements of the 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2.3 </w:t>
            </w:r>
            <w:r w:rsidRPr="00C12CD1">
              <w:rPr>
                <w:b/>
              </w:rPr>
              <w:t xml:space="preserve">What was the most enjoyable part of the placement?   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2.4 </w:t>
            </w:r>
            <w:r w:rsidRPr="00C12CD1">
              <w:rPr>
                <w:b/>
              </w:rPr>
              <w:t>What was the least enjoyable aspect of the 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5A69CC" w:rsidRPr="00C12CD1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5A69CC" w:rsidRPr="00281570" w:rsidRDefault="005A69CC" w:rsidP="005A69CC">
            <w:pPr>
              <w:pStyle w:val="Heading3"/>
            </w:pPr>
            <w:r>
              <w:t xml:space="preserve">3. </w:t>
            </w:r>
            <w:r w:rsidRPr="00DE25A0">
              <w:t xml:space="preserve">How could </w:t>
            </w:r>
            <w:r>
              <w:t>the organisation</w:t>
            </w:r>
            <w:r w:rsidRPr="00DE25A0">
              <w:t xml:space="preserve"> improve on student placements?</w:t>
            </w:r>
          </w:p>
          <w:p w:rsidR="005A69CC" w:rsidRPr="00C12CD1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Pr="00C12CD1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Pr="00C12CD1">
              <w:rPr>
                <w:b/>
              </w:rPr>
              <w:t>.1</w:t>
            </w:r>
            <w:r>
              <w:rPr>
                <w:b/>
              </w:rPr>
              <w:t xml:space="preserve"> </w:t>
            </w:r>
            <w:r w:rsidRPr="00DE25A0">
              <w:rPr>
                <w:b/>
              </w:rPr>
              <w:t>Suggestions about how your placement experience could have been improved.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 xml:space="preserve">3.2 </w:t>
            </w:r>
            <w:r w:rsidRPr="00DE25A0">
              <w:rPr>
                <w:b/>
              </w:rPr>
              <w:t xml:space="preserve">Additional resources, information or activities you think would improve future placement experiences for students at </w:t>
            </w:r>
            <w:r>
              <w:rPr>
                <w:b/>
              </w:rPr>
              <w:t>the organisation</w:t>
            </w:r>
            <w:r w:rsidRPr="00DE25A0">
              <w:rPr>
                <w:b/>
              </w:rPr>
              <w:t>?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5A69CC" w:rsidRDefault="005A69CC" w:rsidP="005A69CC">
            <w:pPr>
              <w:pStyle w:val="Heading3"/>
            </w:pPr>
            <w:r>
              <w:t>4. Additional comments</w:t>
            </w:r>
          </w:p>
        </w:tc>
      </w:tr>
      <w:tr w:rsidR="005A69CC" w:rsidTr="005A69CC">
        <w:tc>
          <w:tcPr>
            <w:tcW w:w="8789" w:type="dxa"/>
            <w:gridSpan w:val="6"/>
            <w:shd w:val="clear" w:color="auto" w:fill="FFFFFF" w:themeFill="background1"/>
          </w:tcPr>
          <w:p w:rsidR="005A69CC" w:rsidRPr="00C63ACC" w:rsidRDefault="005A69CC" w:rsidP="005A69CC">
            <w:pPr>
              <w:rPr>
                <w:i/>
              </w:rPr>
            </w:pPr>
            <w:r w:rsidRPr="00C63ACC">
              <w:rPr>
                <w:i/>
              </w:rPr>
              <w:t>Provide additional comments which may be of value in reviewing the Student Placement Program.</w:t>
            </w: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33"/>
        <w:gridCol w:w="7556"/>
      </w:tblGrid>
      <w:tr w:rsidR="006930DC" w:rsidRPr="00B37442" w:rsidTr="0032497A">
        <w:trPr>
          <w:trHeight w:val="956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6930DC" w:rsidRDefault="006930DC" w:rsidP="006C24D1">
            <w:pPr>
              <w:rPr>
                <w:b/>
              </w:rPr>
            </w:pPr>
            <w:r>
              <w:rPr>
                <w:b/>
              </w:rPr>
              <w:t>OFFICE USE ONLY</w:t>
            </w:r>
          </w:p>
          <w:p w:rsidR="006930DC" w:rsidRDefault="006930DC" w:rsidP="006C24D1">
            <w:pPr>
              <w:rPr>
                <w:b/>
              </w:rPr>
            </w:pPr>
          </w:p>
          <w:p w:rsidR="006930DC" w:rsidRPr="00B37442" w:rsidRDefault="006930DC" w:rsidP="006C24D1">
            <w:r>
              <w:rPr>
                <w:b/>
              </w:rPr>
              <w:t xml:space="preserve">Follow up required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99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initiated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 xml:space="preserve">Completed </w:t>
            </w:r>
          </w:p>
        </w:tc>
        <w:tc>
          <w:tcPr>
            <w:tcW w:w="7556" w:type="dxa"/>
          </w:tcPr>
          <w:p w:rsidR="0032497A" w:rsidRDefault="0032497A" w:rsidP="006C24D1"/>
          <w:p w:rsidR="0032497A" w:rsidRPr="00B37442" w:rsidRDefault="0032497A" w:rsidP="006C24D1"/>
        </w:tc>
      </w:tr>
    </w:tbl>
    <w:p w:rsidR="00D462B0" w:rsidRDefault="00D462B0" w:rsidP="002031CF"/>
    <w:p w:rsidR="0081610F" w:rsidRDefault="0081610F" w:rsidP="002031CF"/>
    <w:sectPr w:rsidR="0081610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002D49" w:rsidP="00CE795B">
    <w:pPr>
      <w:pStyle w:val="Footer"/>
    </w:pPr>
    <w:r>
      <w:t>Studen</w:t>
    </w:r>
    <w:r w:rsidR="00187FCE">
      <w:t>t placement evaluation form</w:t>
    </w:r>
    <w:r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187FCE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E057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8E0572">
          <w:fldChar w:fldCharType="begin"/>
        </w:r>
        <w:r w:rsidR="008E0572">
          <w:instrText xml:space="preserve"> NUMPAGES  </w:instrText>
        </w:r>
        <w:r w:rsidR="008E0572">
          <w:fldChar w:fldCharType="separate"/>
        </w:r>
        <w:r w:rsidR="008E0572">
          <w:rPr>
            <w:noProof/>
          </w:rPr>
          <w:t>2</w:t>
        </w:r>
        <w:r w:rsidR="008E057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4E5"/>
    <w:multiLevelType w:val="hybridMultilevel"/>
    <w:tmpl w:val="DF848C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81227"/>
    <w:multiLevelType w:val="hybridMultilevel"/>
    <w:tmpl w:val="AC56D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0405A"/>
    <w:multiLevelType w:val="hybridMultilevel"/>
    <w:tmpl w:val="9738B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0591D"/>
    <w:multiLevelType w:val="hybridMultilevel"/>
    <w:tmpl w:val="DF042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754BA"/>
    <w:multiLevelType w:val="hybridMultilevel"/>
    <w:tmpl w:val="058669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2D49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87FCE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497A"/>
    <w:rsid w:val="0032737D"/>
    <w:rsid w:val="00327813"/>
    <w:rsid w:val="003315E0"/>
    <w:rsid w:val="003362A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EAA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564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8713A"/>
    <w:rsid w:val="005926DD"/>
    <w:rsid w:val="00592C78"/>
    <w:rsid w:val="00595E0C"/>
    <w:rsid w:val="005A0699"/>
    <w:rsid w:val="005A0F67"/>
    <w:rsid w:val="005A169E"/>
    <w:rsid w:val="005A3C52"/>
    <w:rsid w:val="005A540C"/>
    <w:rsid w:val="005A69C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30DC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361AD"/>
    <w:rsid w:val="00754ECA"/>
    <w:rsid w:val="0075508D"/>
    <w:rsid w:val="00756BFD"/>
    <w:rsid w:val="0075718E"/>
    <w:rsid w:val="00782D00"/>
    <w:rsid w:val="00785E47"/>
    <w:rsid w:val="007860D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572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5715D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6E79"/>
    <w:rsid w:val="00A019F3"/>
    <w:rsid w:val="00A068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008C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1C4C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CD1"/>
    <w:rsid w:val="00C15834"/>
    <w:rsid w:val="00C21E3F"/>
    <w:rsid w:val="00C2316E"/>
    <w:rsid w:val="00C40780"/>
    <w:rsid w:val="00C40EB0"/>
    <w:rsid w:val="00C53173"/>
    <w:rsid w:val="00C541A5"/>
    <w:rsid w:val="00C55E2D"/>
    <w:rsid w:val="00C568DE"/>
    <w:rsid w:val="00C63ACC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301C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5A0"/>
    <w:rsid w:val="00DE415E"/>
    <w:rsid w:val="00DF40B5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7E0A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F9ECF647-FF8F-4890-816D-A18CAB4904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36E166-3D6D-4D81-B456-D8DCF5E8BC46}"/>
</file>

<file path=customXml/itemProps3.xml><?xml version="1.0" encoding="utf-8"?>
<ds:datastoreItem xmlns:ds="http://schemas.openxmlformats.org/officeDocument/2006/customXml" ds:itemID="{8A3074A1-174D-42F2-B3C1-5AF6BB254E6F}"/>
</file>

<file path=customXml/itemProps4.xml><?xml version="1.0" encoding="utf-8"?>
<ds:datastoreItem xmlns:ds="http://schemas.openxmlformats.org/officeDocument/2006/customXml" ds:itemID="{0B3948BB-A6DF-4838-8D4D-C27800418C2E}"/>
</file>

<file path=customXml/itemProps5.xml><?xml version="1.0" encoding="utf-8"?>
<ds:datastoreItem xmlns:ds="http://schemas.openxmlformats.org/officeDocument/2006/customXml" ds:itemID="{45030E09-25EB-455F-A6ED-9DD95A60E4DD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55</cp:revision>
  <dcterms:created xsi:type="dcterms:W3CDTF">2013-12-12T04:19:00Z</dcterms:created>
  <dcterms:modified xsi:type="dcterms:W3CDTF">2014-04-01T05:22:00Z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f3ab6571-a484-4541-95a8-0c5de88ad97f</vt:lpwstr>
  </property>
</Properties>
</file>